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8B6" w:rsidRDefault="004828B6" w:rsidP="004828B6">
      <w:r>
        <w:t>I wanted to let you know that they will be posting 2 CSN positions full time in Cheltenham School District for next year 2017-2018.</w:t>
      </w:r>
    </w:p>
    <w:p w:rsidR="004828B6" w:rsidRDefault="004828B6" w:rsidP="004828B6">
      <w:r>
        <w:t>They would be for Cheltenham High School and Cheltenham Elementary School.  Judy had recommended I let you know and ask that you forward this to all the Coordinators.  If you could, I'd greatly appreciate it.</w:t>
      </w:r>
    </w:p>
    <w:p w:rsidR="004828B6" w:rsidRDefault="004828B6" w:rsidP="004828B6">
      <w:r>
        <w:t>Thanks,</w:t>
      </w:r>
    </w:p>
    <w:p w:rsidR="004828B6" w:rsidRDefault="004828B6" w:rsidP="004828B6">
      <w:r>
        <w:t xml:space="preserve">Alex </w:t>
      </w:r>
      <w:proofErr w:type="spellStart"/>
      <w:r>
        <w:t>Knab</w:t>
      </w:r>
      <w:proofErr w:type="spellEnd"/>
      <w:r>
        <w:t xml:space="preserve"> RN</w:t>
      </w:r>
      <w:proofErr w:type="gramStart"/>
      <w:r>
        <w:t>,BSN,CSN</w:t>
      </w:r>
      <w:proofErr w:type="gramEnd"/>
    </w:p>
    <w:p w:rsidR="004828B6" w:rsidRDefault="004828B6" w:rsidP="004828B6">
      <w:r>
        <w:t>Cheltenham Nursing Coordinator</w:t>
      </w:r>
    </w:p>
    <w:p w:rsidR="004828B6" w:rsidRDefault="004828B6" w:rsidP="004828B6"/>
    <w:p w:rsidR="00F17B04" w:rsidRDefault="00F17B04">
      <w:bookmarkStart w:id="0" w:name="_GoBack"/>
      <w:bookmarkEnd w:id="0"/>
    </w:p>
    <w:sectPr w:rsidR="00F17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8B6"/>
    <w:rsid w:val="004828B6"/>
    <w:rsid w:val="00F1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275821-0D4B-4BF3-997F-2B18F18FE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8B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178BEBB2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Gill, Donna</dc:creator>
  <cp:keywords/>
  <dc:description/>
  <cp:lastModifiedBy>Gill, Donna</cp:lastModifiedBy>
  <cp:revision>1</cp:revision>
  <dcterms:created xsi:type="dcterms:W3CDTF">2017-05-08T18:19:00Z</dcterms:created>
  <dcterms:modified xsi:type="dcterms:W3CDTF">2017-05-08T18:20:00Z</dcterms:modified>
</cp:coreProperties>
</file>